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 № 1</w:t>
      </w:r>
    </w:p>
    <w:p w:rsidR="001E0FC7" w:rsidRDefault="00B07D08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E0FC7">
        <w:rPr>
          <w:sz w:val="28"/>
          <w:szCs w:val="28"/>
        </w:rPr>
        <w:t xml:space="preserve">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налоговых расходов Кам</w:t>
      </w:r>
      <w:r w:rsidR="005F7F67">
        <w:rPr>
          <w:sz w:val="28"/>
          <w:szCs w:val="28"/>
        </w:rPr>
        <w:t>енно-Балковского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 оценки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</w:p>
    <w:p w:rsidR="001E0FC7" w:rsidRDefault="005F7F6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Каменно-Балковского  сельского поселения</w:t>
      </w: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5F7F67">
        <w:rPr>
          <w:bCs/>
          <w:sz w:val="28"/>
          <w:szCs w:val="28"/>
        </w:rPr>
        <w:t>Каменно-Балковского 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5F7F67">
        <w:rPr>
          <w:bCs/>
          <w:sz w:val="28"/>
          <w:szCs w:val="28"/>
        </w:rPr>
        <w:t>Каменно-Балковского 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p w:rsidR="005F7F67" w:rsidRDefault="005F7F67" w:rsidP="008015B6">
      <w:pPr>
        <w:jc w:val="center"/>
        <w:rPr>
          <w:bCs/>
          <w:sz w:val="28"/>
          <w:szCs w:val="28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552"/>
        <w:gridCol w:w="1446"/>
        <w:gridCol w:w="1701"/>
        <w:gridCol w:w="1985"/>
        <w:gridCol w:w="1843"/>
        <w:gridCol w:w="1417"/>
        <w:gridCol w:w="1418"/>
        <w:gridCol w:w="850"/>
      </w:tblGrid>
      <w:tr w:rsidR="00011253" w:rsidRPr="00B07D08" w:rsidTr="00B07D08">
        <w:trPr>
          <w:trHeight w:val="3539"/>
        </w:trPr>
        <w:tc>
          <w:tcPr>
            <w:tcW w:w="567" w:type="dxa"/>
          </w:tcPr>
          <w:p w:rsidR="00011253" w:rsidRPr="00B07D08" w:rsidRDefault="00011253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№п/п</w:t>
            </w:r>
          </w:p>
          <w:p w:rsidR="00011253" w:rsidRPr="00B07D08" w:rsidRDefault="00011253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8" w:type="dxa"/>
          </w:tcPr>
          <w:p w:rsidR="00011253" w:rsidRPr="00B07D08" w:rsidRDefault="00011253" w:rsidP="000E45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Краткое наименование</w:t>
            </w:r>
          </w:p>
          <w:p w:rsidR="00011253" w:rsidRPr="00B07D08" w:rsidRDefault="00011253" w:rsidP="000E45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налогового расхода</w:t>
            </w:r>
          </w:p>
          <w:p w:rsidR="00011253" w:rsidRPr="00B07D08" w:rsidRDefault="005F7F67" w:rsidP="000E45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Каменно-Балковского  сельского поселения</w:t>
            </w:r>
          </w:p>
        </w:tc>
        <w:tc>
          <w:tcPr>
            <w:tcW w:w="2552" w:type="dxa"/>
          </w:tcPr>
          <w:p w:rsidR="00011253" w:rsidRPr="00B07D08" w:rsidRDefault="00011253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Полное наименование налогового расхода </w:t>
            </w:r>
            <w:r w:rsidR="005F7F67"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Каменно-Балковского  сельского поселения</w:t>
            </w:r>
          </w:p>
        </w:tc>
        <w:tc>
          <w:tcPr>
            <w:tcW w:w="1446" w:type="dxa"/>
          </w:tcPr>
          <w:p w:rsidR="00011253" w:rsidRPr="00B07D08" w:rsidRDefault="00011253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Реквизиты нормативного правового акта </w:t>
            </w:r>
            <w:r w:rsidR="005F7F67"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Каменно-Балковского  сельского поселения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, устанавливающего налоговый расход</w:t>
            </w:r>
          </w:p>
        </w:tc>
        <w:tc>
          <w:tcPr>
            <w:tcW w:w="1701" w:type="dxa"/>
          </w:tcPr>
          <w:p w:rsidR="00011253" w:rsidRPr="00B07D08" w:rsidRDefault="00011253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011253" w:rsidRPr="00B07D08" w:rsidRDefault="00011253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85" w:type="dxa"/>
          </w:tcPr>
          <w:p w:rsidR="00011253" w:rsidRPr="00B07D08" w:rsidRDefault="00011253" w:rsidP="007A524B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Целевая категория </w:t>
            </w:r>
            <w:r w:rsidR="007A524B"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налогового расхода </w:t>
            </w:r>
            <w:r w:rsidR="005F7F67"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Каменно-Балковского  сельского поселения</w:t>
            </w:r>
          </w:p>
        </w:tc>
        <w:tc>
          <w:tcPr>
            <w:tcW w:w="1843" w:type="dxa"/>
          </w:tcPr>
          <w:p w:rsidR="00011253" w:rsidRPr="00B07D08" w:rsidRDefault="00011253" w:rsidP="00C85AF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Наименование </w:t>
            </w:r>
            <w:r w:rsidR="00C85AF4" w:rsidRPr="00B07D08">
              <w:rPr>
                <w:rFonts w:eastAsia="Calibri"/>
                <w:bCs/>
                <w:sz w:val="23"/>
                <w:szCs w:val="23"/>
                <w:lang w:eastAsia="en-US"/>
              </w:rPr>
              <w:t>муниципальной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 программы </w:t>
            </w:r>
            <w:r w:rsidR="005F7F67"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Каменно-Балковского  сельского поселения</w:t>
            </w:r>
            <w:r w:rsidR="007A524B" w:rsidRPr="00B07D08">
              <w:rPr>
                <w:rFonts w:eastAsia="Calibri"/>
                <w:bCs/>
                <w:sz w:val="23"/>
                <w:szCs w:val="23"/>
                <w:lang w:eastAsia="en-US"/>
              </w:rPr>
              <w:t>,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предусматривающей налоговые расходы</w:t>
            </w:r>
          </w:p>
        </w:tc>
        <w:tc>
          <w:tcPr>
            <w:tcW w:w="1417" w:type="dxa"/>
          </w:tcPr>
          <w:p w:rsidR="00011253" w:rsidRPr="00B07D08" w:rsidRDefault="00011253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Наименование подпрограммы </w:t>
            </w:r>
            <w:r w:rsidR="00C85AF4" w:rsidRPr="00B07D08">
              <w:rPr>
                <w:rFonts w:eastAsia="Calibri"/>
                <w:bCs/>
                <w:sz w:val="23"/>
                <w:szCs w:val="23"/>
                <w:lang w:eastAsia="en-US"/>
              </w:rPr>
              <w:t>муниципальной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 программы </w:t>
            </w:r>
          </w:p>
          <w:p w:rsidR="00011253" w:rsidRPr="00B07D08" w:rsidRDefault="005F7F67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Каменно-Балковского  сельского поселения</w:t>
            </w:r>
            <w:r w:rsidR="00011253" w:rsidRPr="00B07D08">
              <w:rPr>
                <w:rFonts w:eastAsia="Calibri"/>
                <w:bCs/>
                <w:sz w:val="23"/>
                <w:szCs w:val="23"/>
                <w:lang w:eastAsia="en-US"/>
              </w:rPr>
              <w:t>, предусматривающей налоговые расходы</w:t>
            </w:r>
          </w:p>
        </w:tc>
        <w:tc>
          <w:tcPr>
            <w:tcW w:w="1418" w:type="dxa"/>
          </w:tcPr>
          <w:p w:rsidR="00011253" w:rsidRPr="00B07D08" w:rsidRDefault="00011253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Наименование структурного элемента подпрограммы </w:t>
            </w:r>
            <w:r w:rsidR="00C85AF4" w:rsidRPr="00B07D08">
              <w:rPr>
                <w:rFonts w:eastAsia="Calibri"/>
                <w:bCs/>
                <w:sz w:val="23"/>
                <w:szCs w:val="23"/>
                <w:lang w:eastAsia="en-US"/>
              </w:rPr>
              <w:t>муниципальной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 программы </w:t>
            </w:r>
          </w:p>
          <w:p w:rsidR="00011253" w:rsidRPr="00B07D08" w:rsidRDefault="005F7F67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Каменно-Балковского  сельского поселения</w:t>
            </w:r>
            <w:r w:rsidR="00011253" w:rsidRPr="00B07D08">
              <w:rPr>
                <w:rFonts w:eastAsia="Calibri"/>
                <w:bCs/>
                <w:sz w:val="23"/>
                <w:szCs w:val="23"/>
                <w:lang w:eastAsia="en-US"/>
              </w:rPr>
              <w:t>, предусматривающей налоговые расходы</w:t>
            </w:r>
          </w:p>
        </w:tc>
        <w:tc>
          <w:tcPr>
            <w:tcW w:w="850" w:type="dxa"/>
          </w:tcPr>
          <w:p w:rsidR="00011253" w:rsidRPr="00B07D08" w:rsidRDefault="00011253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Наименование куратора налогового расхода</w:t>
            </w:r>
          </w:p>
        </w:tc>
      </w:tr>
      <w:tr w:rsidR="00011253" w:rsidRPr="00B07D08" w:rsidTr="00B07D08">
        <w:tc>
          <w:tcPr>
            <w:tcW w:w="567" w:type="dxa"/>
          </w:tcPr>
          <w:p w:rsidR="00011253" w:rsidRPr="00B07D08" w:rsidRDefault="00011253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418" w:type="dxa"/>
          </w:tcPr>
          <w:p w:rsidR="00011253" w:rsidRPr="00B07D08" w:rsidRDefault="00011253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552" w:type="dxa"/>
          </w:tcPr>
          <w:p w:rsidR="00011253" w:rsidRPr="00B07D08" w:rsidRDefault="00011253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1446" w:type="dxa"/>
          </w:tcPr>
          <w:p w:rsidR="00011253" w:rsidRPr="00B07D08" w:rsidRDefault="00011253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1701" w:type="dxa"/>
          </w:tcPr>
          <w:p w:rsidR="00011253" w:rsidRPr="00B07D08" w:rsidRDefault="00011253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1985" w:type="dxa"/>
          </w:tcPr>
          <w:p w:rsidR="00011253" w:rsidRPr="00B07D08" w:rsidRDefault="00011253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1843" w:type="dxa"/>
          </w:tcPr>
          <w:p w:rsidR="00011253" w:rsidRPr="00B07D08" w:rsidRDefault="00011253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1417" w:type="dxa"/>
          </w:tcPr>
          <w:p w:rsidR="00011253" w:rsidRPr="00B07D08" w:rsidRDefault="00011253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1418" w:type="dxa"/>
          </w:tcPr>
          <w:p w:rsidR="00011253" w:rsidRPr="00B07D08" w:rsidRDefault="00011253" w:rsidP="000918C6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9</w:t>
            </w:r>
          </w:p>
        </w:tc>
        <w:tc>
          <w:tcPr>
            <w:tcW w:w="850" w:type="dxa"/>
          </w:tcPr>
          <w:p w:rsidR="00011253" w:rsidRPr="00B07D08" w:rsidRDefault="00011253" w:rsidP="00011253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10</w:t>
            </w:r>
          </w:p>
        </w:tc>
      </w:tr>
      <w:tr w:rsidR="005F7F67" w:rsidRPr="00B07D08" w:rsidTr="00B07D08">
        <w:tc>
          <w:tcPr>
            <w:tcW w:w="567" w:type="dxa"/>
          </w:tcPr>
          <w:p w:rsidR="005F7F67" w:rsidRPr="00B07D08" w:rsidRDefault="005F7F67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1.</w:t>
            </w:r>
          </w:p>
        </w:tc>
        <w:tc>
          <w:tcPr>
            <w:tcW w:w="1418" w:type="dxa"/>
          </w:tcPr>
          <w:p w:rsidR="005F7F67" w:rsidRPr="00B07D08" w:rsidRDefault="005F7F67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t xml:space="preserve">Земельный налог Решение № 128 от </w:t>
            </w:r>
            <w:r w:rsidRPr="00B07D08">
              <w:rPr>
                <w:sz w:val="23"/>
                <w:szCs w:val="23"/>
              </w:rPr>
              <w:lastRenderedPageBreak/>
              <w:t>05.12.2019 « О земельном налоге»</w:t>
            </w:r>
          </w:p>
        </w:tc>
        <w:tc>
          <w:tcPr>
            <w:tcW w:w="2552" w:type="dxa"/>
          </w:tcPr>
          <w:p w:rsidR="005F7F67" w:rsidRPr="00B07D08" w:rsidRDefault="005F7F67" w:rsidP="00B07D08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 xml:space="preserve">Под индивидуальным жилищным строением или для ведения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 xml:space="preserve">личного подсобного хозяйства, гражданам Российской </w:t>
            </w:r>
            <w:r w:rsidR="00B07D08">
              <w:rPr>
                <w:rFonts w:eastAsia="Calibri"/>
                <w:bCs/>
                <w:sz w:val="23"/>
                <w:szCs w:val="23"/>
                <w:lang w:eastAsia="en-US"/>
              </w:rPr>
              <w:t>Ф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едерации, проживающим на территории Каменно-Балковского  сельского поселения не менее 5 лет, имеющих трех и более несовершеннолетних детей и совместно проживаю</w:t>
            </w:r>
            <w:r w:rsid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щих с ними, в том числе имеющих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1446" w:type="dxa"/>
          </w:tcPr>
          <w:p w:rsidR="005F7F67" w:rsidRPr="00B07D08" w:rsidRDefault="005F7F67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sz w:val="23"/>
                <w:szCs w:val="23"/>
              </w:rPr>
              <w:lastRenderedPageBreak/>
              <w:t xml:space="preserve">Решение № 128 от 05.12.2019 « </w:t>
            </w:r>
            <w:r w:rsidRPr="00B07D08">
              <w:rPr>
                <w:sz w:val="23"/>
                <w:szCs w:val="23"/>
              </w:rPr>
              <w:lastRenderedPageBreak/>
              <w:t>О земельном налоге»</w:t>
            </w:r>
          </w:p>
        </w:tc>
        <w:tc>
          <w:tcPr>
            <w:tcW w:w="1701" w:type="dxa"/>
          </w:tcPr>
          <w:p w:rsidR="005F7F67" w:rsidRPr="00B07D08" w:rsidRDefault="005F7F67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lastRenderedPageBreak/>
              <w:t xml:space="preserve">Многодетные  семьи Каменно-Балковского </w:t>
            </w:r>
            <w:r w:rsidRPr="00B07D08">
              <w:rPr>
                <w:sz w:val="23"/>
                <w:szCs w:val="23"/>
              </w:rPr>
              <w:lastRenderedPageBreak/>
              <w:t>сельского поселения</w:t>
            </w:r>
          </w:p>
        </w:tc>
        <w:tc>
          <w:tcPr>
            <w:tcW w:w="1985" w:type="dxa"/>
          </w:tcPr>
          <w:p w:rsidR="005F7F67" w:rsidRPr="00B07D08" w:rsidRDefault="005F7F67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Социальная налоговая льгота</w:t>
            </w:r>
          </w:p>
        </w:tc>
        <w:tc>
          <w:tcPr>
            <w:tcW w:w="1843" w:type="dxa"/>
          </w:tcPr>
          <w:p w:rsidR="005F7F67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«Социальная поддержка граждан»</w:t>
            </w:r>
          </w:p>
        </w:tc>
        <w:tc>
          <w:tcPr>
            <w:tcW w:w="1417" w:type="dxa"/>
          </w:tcPr>
          <w:p w:rsidR="005F7F67" w:rsidRPr="00B07D08" w:rsidRDefault="005F7F67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5F7F67" w:rsidRPr="00B07D08" w:rsidRDefault="005F7F67" w:rsidP="005571DE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5F7F67" w:rsidRPr="00B07D08" w:rsidRDefault="005F7F67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Администрация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Каменно-Балковского  сельского поселения</w:t>
            </w:r>
          </w:p>
        </w:tc>
      </w:tr>
      <w:tr w:rsidR="00B07D08" w:rsidRPr="00B07D08" w:rsidTr="00B07D08">
        <w:tc>
          <w:tcPr>
            <w:tcW w:w="567" w:type="dxa"/>
          </w:tcPr>
          <w:p w:rsidR="00B07D08" w:rsidRPr="00B07D08" w:rsidRDefault="00B07D08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8" w:type="dxa"/>
          </w:tcPr>
          <w:p w:rsidR="00B07D08" w:rsidRPr="00B07D08" w:rsidRDefault="00B07D08" w:rsidP="005F7F67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t xml:space="preserve">Земельный налог </w:t>
            </w:r>
          </w:p>
        </w:tc>
        <w:tc>
          <w:tcPr>
            <w:tcW w:w="2552" w:type="dxa"/>
          </w:tcPr>
          <w:p w:rsidR="00B07D08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В размере 50-ти  процентов от налоговой ставки по земельному налогу на земельные участки, находящиеся в собственности и не используемые для предпринимательской деятельности, в отношении одного объекта обложения по своему выбору граждан Российской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lastRenderedPageBreak/>
              <w:t>Федерации , проживающий на территории Каменно -Балковского сельского поселения, имеющих детей-инвалидов</w:t>
            </w:r>
          </w:p>
        </w:tc>
        <w:tc>
          <w:tcPr>
            <w:tcW w:w="1446" w:type="dxa"/>
          </w:tcPr>
          <w:p w:rsidR="00B07D08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sz w:val="23"/>
                <w:szCs w:val="23"/>
              </w:rPr>
              <w:lastRenderedPageBreak/>
              <w:t>Решение № 128 от 05.12.2019 « О земельном налоге»</w:t>
            </w:r>
          </w:p>
        </w:tc>
        <w:tc>
          <w:tcPr>
            <w:tcW w:w="1701" w:type="dxa"/>
          </w:tcPr>
          <w:p w:rsidR="00B07D08" w:rsidRPr="00B07D08" w:rsidRDefault="00B07D08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t>Граждани Российской Федерации имеющие детей, проживающих на территории Каменно-Балковского сельского поселения</w:t>
            </w:r>
          </w:p>
        </w:tc>
        <w:tc>
          <w:tcPr>
            <w:tcW w:w="1985" w:type="dxa"/>
          </w:tcPr>
          <w:p w:rsidR="00B07D08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B07D08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«Социальная поддержка граждан»</w:t>
            </w:r>
          </w:p>
        </w:tc>
        <w:tc>
          <w:tcPr>
            <w:tcW w:w="1417" w:type="dxa"/>
          </w:tcPr>
          <w:p w:rsidR="00B07D08" w:rsidRPr="00B07D08" w:rsidRDefault="00B07D08" w:rsidP="00D8285C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B07D08" w:rsidRPr="00B07D08" w:rsidRDefault="00B07D08" w:rsidP="00D8285C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B07D08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Администрация Каменно-Балковского  сельского поселения</w:t>
            </w:r>
          </w:p>
        </w:tc>
      </w:tr>
      <w:tr w:rsidR="00B07D08" w:rsidRPr="00B07D08" w:rsidTr="00B07D08">
        <w:tc>
          <w:tcPr>
            <w:tcW w:w="567" w:type="dxa"/>
          </w:tcPr>
          <w:p w:rsidR="00B07D08" w:rsidRPr="00B07D08" w:rsidRDefault="00B07D08" w:rsidP="00585997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8" w:type="dxa"/>
          </w:tcPr>
          <w:p w:rsidR="00B07D08" w:rsidRPr="00B07D08" w:rsidRDefault="00B07D08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2552" w:type="dxa"/>
          </w:tcPr>
          <w:p w:rsidR="00B07D08" w:rsidRPr="00B07D08" w:rsidRDefault="00B07D08" w:rsidP="00B07D08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В размере 50-ти  процентов от налоговой ставки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 налога на имущество физических лиц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, не используемые для предпринимательской деятельности,  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граждан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 xml:space="preserve"> Российской Федерации , проживающий на территории Каменно -Балковского сельского поселения</w:t>
            </w: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, имеющих детей-инвалидов</w:t>
            </w:r>
          </w:p>
        </w:tc>
        <w:tc>
          <w:tcPr>
            <w:tcW w:w="1446" w:type="dxa"/>
          </w:tcPr>
          <w:p w:rsidR="00B07D08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sz w:val="23"/>
                <w:szCs w:val="23"/>
              </w:rPr>
              <w:t>Решение № 105 от 14.11.2018 « Налог на имущество физических лиц»</w:t>
            </w:r>
          </w:p>
        </w:tc>
        <w:tc>
          <w:tcPr>
            <w:tcW w:w="1701" w:type="dxa"/>
          </w:tcPr>
          <w:p w:rsidR="00B07D08" w:rsidRPr="00B07D08" w:rsidRDefault="00B07D08" w:rsidP="00D8285C">
            <w:pPr>
              <w:tabs>
                <w:tab w:val="left" w:pos="5643"/>
                <w:tab w:val="left" w:pos="6213"/>
                <w:tab w:val="left" w:pos="7125"/>
              </w:tabs>
              <w:suppressAutoHyphens/>
              <w:spacing w:line="240" w:lineRule="exact"/>
              <w:contextualSpacing/>
              <w:rPr>
                <w:sz w:val="23"/>
                <w:szCs w:val="23"/>
              </w:rPr>
            </w:pPr>
            <w:r w:rsidRPr="00B07D08">
              <w:rPr>
                <w:sz w:val="23"/>
                <w:szCs w:val="23"/>
              </w:rPr>
              <w:t>Граждани Российской Федерации имеющие детей-инвалидов, проживающих на территории Каменно-Балковского сельского поселения</w:t>
            </w:r>
          </w:p>
        </w:tc>
        <w:tc>
          <w:tcPr>
            <w:tcW w:w="1985" w:type="dxa"/>
          </w:tcPr>
          <w:p w:rsidR="00B07D08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B07D08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«Социальная поддержка граждан»</w:t>
            </w:r>
          </w:p>
        </w:tc>
        <w:tc>
          <w:tcPr>
            <w:tcW w:w="1417" w:type="dxa"/>
          </w:tcPr>
          <w:p w:rsidR="00B07D08" w:rsidRPr="00B07D08" w:rsidRDefault="00B07D08" w:rsidP="00D8285C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B07D08" w:rsidRPr="00B07D08" w:rsidRDefault="00B07D08" w:rsidP="00D8285C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B07D08" w:rsidRPr="00B07D08" w:rsidRDefault="00B07D08" w:rsidP="00813463">
            <w:pPr>
              <w:jc w:val="both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B07D08">
              <w:rPr>
                <w:rFonts w:eastAsia="Calibri"/>
                <w:bCs/>
                <w:sz w:val="23"/>
                <w:szCs w:val="23"/>
                <w:lang w:eastAsia="en-US"/>
              </w:rPr>
              <w:t>Администрация Каменно-Балковского  сельского поселения</w:t>
            </w:r>
          </w:p>
        </w:tc>
      </w:tr>
    </w:tbl>
    <w:p w:rsidR="0097606F" w:rsidRPr="00B07D08" w:rsidRDefault="0097606F" w:rsidP="00E45A55">
      <w:pPr>
        <w:autoSpaceDE w:val="0"/>
        <w:autoSpaceDN w:val="0"/>
        <w:adjustRightInd w:val="0"/>
        <w:outlineLvl w:val="0"/>
        <w:rPr>
          <w:sz w:val="23"/>
          <w:szCs w:val="23"/>
        </w:rPr>
      </w:pPr>
    </w:p>
    <w:p w:rsidR="00813463" w:rsidRPr="00B07D08" w:rsidRDefault="00813463" w:rsidP="00813463">
      <w:pPr>
        <w:rPr>
          <w:sz w:val="23"/>
          <w:szCs w:val="23"/>
        </w:rPr>
      </w:pPr>
    </w:p>
    <w:p w:rsidR="00813463" w:rsidRDefault="00813463" w:rsidP="00813463">
      <w:pPr>
        <w:rPr>
          <w:sz w:val="28"/>
          <w:szCs w:val="28"/>
        </w:rPr>
      </w:pPr>
    </w:p>
    <w:p w:rsidR="001F4D2D" w:rsidRPr="000E29BB" w:rsidRDefault="00813463" w:rsidP="00813463">
      <w:pPr>
        <w:tabs>
          <w:tab w:val="left" w:pos="9870"/>
        </w:tabs>
        <w:rPr>
          <w:sz w:val="28"/>
        </w:rPr>
      </w:pPr>
      <w:r>
        <w:rPr>
          <w:sz w:val="28"/>
          <w:szCs w:val="28"/>
        </w:rPr>
        <w:tab/>
      </w:r>
      <w:bookmarkEnd w:id="0"/>
    </w:p>
    <w:sectPr w:rsidR="001F4D2D" w:rsidRPr="000E29BB" w:rsidSect="0045165B">
      <w:footerReference w:type="even" r:id="rId8"/>
      <w:footerReference w:type="default" r:id="rId9"/>
      <w:headerReference w:type="first" r:id="rId10"/>
      <w:pgSz w:w="16838" w:h="11906" w:orient="landscape" w:code="9"/>
      <w:pgMar w:top="1304" w:right="993" w:bottom="56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1FE" w:rsidRDefault="00DB41FE">
      <w:r>
        <w:separator/>
      </w:r>
    </w:p>
  </w:endnote>
  <w:endnote w:type="continuationSeparator" w:id="1">
    <w:p w:rsidR="00DB41FE" w:rsidRDefault="00DB4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DE47DA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DE47DA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07D08">
      <w:rPr>
        <w:rStyle w:val="a9"/>
        <w:noProof/>
      </w:rPr>
      <w:t>2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1FE" w:rsidRDefault="00DB41FE">
      <w:r>
        <w:separator/>
      </w:r>
    </w:p>
  </w:footnote>
  <w:footnote w:type="continuationSeparator" w:id="1">
    <w:p w:rsidR="00DB41FE" w:rsidRDefault="00DB4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7564"/>
      <w:docPartObj>
        <w:docPartGallery w:val="Page Numbers (Top of Page)"/>
        <w:docPartUnique/>
      </w:docPartObj>
    </w:sdtPr>
    <w:sdtContent>
      <w:p w:rsidR="0045165B" w:rsidRDefault="00DE47DA">
        <w:pPr>
          <w:pStyle w:val="a7"/>
          <w:jc w:val="center"/>
        </w:pPr>
        <w:fldSimple w:instr=" PAGE   \* MERGEFORMAT ">
          <w:r w:rsidR="0045165B">
            <w:rPr>
              <w:noProof/>
            </w:rPr>
            <w:t>1</w:t>
          </w:r>
        </w:fldSimple>
      </w:p>
    </w:sdtContent>
  </w:sdt>
  <w:p w:rsidR="0045165B" w:rsidRDefault="004516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75pt;height:12.75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ttachedTemplate r:id="rId1"/>
  <w:stylePaneFormatFilter w:val="3F01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C1C"/>
    <w:rsid w:val="00003D11"/>
    <w:rsid w:val="00011253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5E89"/>
    <w:rsid w:val="00181FAD"/>
    <w:rsid w:val="0018300B"/>
    <w:rsid w:val="001834F4"/>
    <w:rsid w:val="00187094"/>
    <w:rsid w:val="001A059E"/>
    <w:rsid w:val="001A0C17"/>
    <w:rsid w:val="001A2BE4"/>
    <w:rsid w:val="001A49DD"/>
    <w:rsid w:val="001A5B94"/>
    <w:rsid w:val="001B0552"/>
    <w:rsid w:val="001B459B"/>
    <w:rsid w:val="001B731E"/>
    <w:rsid w:val="001C11F4"/>
    <w:rsid w:val="001C27C9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323D"/>
    <w:rsid w:val="00254044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6DBB"/>
    <w:rsid w:val="002E4840"/>
    <w:rsid w:val="002E7BFE"/>
    <w:rsid w:val="00305371"/>
    <w:rsid w:val="0030664C"/>
    <w:rsid w:val="00306BC2"/>
    <w:rsid w:val="00310A25"/>
    <w:rsid w:val="003170DF"/>
    <w:rsid w:val="00325FB1"/>
    <w:rsid w:val="0032760D"/>
    <w:rsid w:val="00331E18"/>
    <w:rsid w:val="00331E3B"/>
    <w:rsid w:val="00333BA6"/>
    <w:rsid w:val="00336AAE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4762"/>
    <w:rsid w:val="00406DFD"/>
    <w:rsid w:val="004118A9"/>
    <w:rsid w:val="0042489B"/>
    <w:rsid w:val="00427B3E"/>
    <w:rsid w:val="00427DD2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4C67"/>
    <w:rsid w:val="004F4CBB"/>
    <w:rsid w:val="00510A03"/>
    <w:rsid w:val="0051416B"/>
    <w:rsid w:val="00517442"/>
    <w:rsid w:val="00523015"/>
    <w:rsid w:val="00523E32"/>
    <w:rsid w:val="005243DE"/>
    <w:rsid w:val="005311DC"/>
    <w:rsid w:val="00544BB6"/>
    <w:rsid w:val="005571DE"/>
    <w:rsid w:val="00563A51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5F7F67"/>
    <w:rsid w:val="00611BE3"/>
    <w:rsid w:val="0061505F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A086F"/>
    <w:rsid w:val="007A0D9C"/>
    <w:rsid w:val="007A524B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B625F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832"/>
    <w:rsid w:val="00927AA1"/>
    <w:rsid w:val="00932CD7"/>
    <w:rsid w:val="009335AE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FED"/>
    <w:rsid w:val="00A23923"/>
    <w:rsid w:val="00A356EF"/>
    <w:rsid w:val="00A36CF2"/>
    <w:rsid w:val="00A513DE"/>
    <w:rsid w:val="00A52BA8"/>
    <w:rsid w:val="00A60FFC"/>
    <w:rsid w:val="00A626E6"/>
    <w:rsid w:val="00A72317"/>
    <w:rsid w:val="00A7765F"/>
    <w:rsid w:val="00A8030E"/>
    <w:rsid w:val="00A9194E"/>
    <w:rsid w:val="00A956D9"/>
    <w:rsid w:val="00AB0C2F"/>
    <w:rsid w:val="00AB0DBE"/>
    <w:rsid w:val="00AB5B8E"/>
    <w:rsid w:val="00AD1A4F"/>
    <w:rsid w:val="00AD1A5F"/>
    <w:rsid w:val="00AD6522"/>
    <w:rsid w:val="00AD7682"/>
    <w:rsid w:val="00AF1AFD"/>
    <w:rsid w:val="00AF5B1C"/>
    <w:rsid w:val="00AF7BCB"/>
    <w:rsid w:val="00B03C7B"/>
    <w:rsid w:val="00B07D08"/>
    <w:rsid w:val="00B11038"/>
    <w:rsid w:val="00B14059"/>
    <w:rsid w:val="00B14A95"/>
    <w:rsid w:val="00B17163"/>
    <w:rsid w:val="00B20B45"/>
    <w:rsid w:val="00B21C64"/>
    <w:rsid w:val="00B242B7"/>
    <w:rsid w:val="00B321C3"/>
    <w:rsid w:val="00B34C2D"/>
    <w:rsid w:val="00B42E51"/>
    <w:rsid w:val="00B47082"/>
    <w:rsid w:val="00B51CDD"/>
    <w:rsid w:val="00B522BA"/>
    <w:rsid w:val="00B53F1C"/>
    <w:rsid w:val="00B5571F"/>
    <w:rsid w:val="00B7273B"/>
    <w:rsid w:val="00B77947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5AF4"/>
    <w:rsid w:val="00C87B1A"/>
    <w:rsid w:val="00CB15C6"/>
    <w:rsid w:val="00CB38D8"/>
    <w:rsid w:val="00CC3569"/>
    <w:rsid w:val="00CD0117"/>
    <w:rsid w:val="00CD3069"/>
    <w:rsid w:val="00CE0B62"/>
    <w:rsid w:val="00CE3B7F"/>
    <w:rsid w:val="00CE5BE8"/>
    <w:rsid w:val="00CE5C9C"/>
    <w:rsid w:val="00CF0D4B"/>
    <w:rsid w:val="00CF4392"/>
    <w:rsid w:val="00D0224A"/>
    <w:rsid w:val="00D16BFE"/>
    <w:rsid w:val="00D24E05"/>
    <w:rsid w:val="00D301CF"/>
    <w:rsid w:val="00D32056"/>
    <w:rsid w:val="00D400F3"/>
    <w:rsid w:val="00D40160"/>
    <w:rsid w:val="00D613C3"/>
    <w:rsid w:val="00D657DA"/>
    <w:rsid w:val="00D662DE"/>
    <w:rsid w:val="00D7349E"/>
    <w:rsid w:val="00D848B1"/>
    <w:rsid w:val="00D87A67"/>
    <w:rsid w:val="00DA417E"/>
    <w:rsid w:val="00DA79D4"/>
    <w:rsid w:val="00DB26EB"/>
    <w:rsid w:val="00DB41FE"/>
    <w:rsid w:val="00DB5BB9"/>
    <w:rsid w:val="00DC1E29"/>
    <w:rsid w:val="00DC62AE"/>
    <w:rsid w:val="00DC7BC2"/>
    <w:rsid w:val="00DD1ED6"/>
    <w:rsid w:val="00DD2931"/>
    <w:rsid w:val="00DD72C8"/>
    <w:rsid w:val="00DD7AC6"/>
    <w:rsid w:val="00DE1E9F"/>
    <w:rsid w:val="00DE405F"/>
    <w:rsid w:val="00DE47DA"/>
    <w:rsid w:val="00DE5ACD"/>
    <w:rsid w:val="00DE6715"/>
    <w:rsid w:val="00DF04D2"/>
    <w:rsid w:val="00DF1680"/>
    <w:rsid w:val="00DF6040"/>
    <w:rsid w:val="00E05892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75C1"/>
    <w:rsid w:val="00F16BDC"/>
    <w:rsid w:val="00F16E3C"/>
    <w:rsid w:val="00F214BB"/>
    <w:rsid w:val="00F22653"/>
    <w:rsid w:val="00F26DA4"/>
    <w:rsid w:val="00F54589"/>
    <w:rsid w:val="00F555DD"/>
    <w:rsid w:val="00F6192C"/>
    <w:rsid w:val="00F70625"/>
    <w:rsid w:val="00F81E59"/>
    <w:rsid w:val="00F8566F"/>
    <w:rsid w:val="00F8780B"/>
    <w:rsid w:val="00F90362"/>
    <w:rsid w:val="00F925D7"/>
    <w:rsid w:val="00FA0331"/>
    <w:rsid w:val="00FA19A0"/>
    <w:rsid w:val="00FB2416"/>
    <w:rsid w:val="00FB3F2E"/>
    <w:rsid w:val="00FC059D"/>
    <w:rsid w:val="00FC3897"/>
    <w:rsid w:val="00FC3AF9"/>
    <w:rsid w:val="00FC70D3"/>
    <w:rsid w:val="00FD4F64"/>
    <w:rsid w:val="00FE43FC"/>
    <w:rsid w:val="00FE6858"/>
    <w:rsid w:val="00FF3106"/>
    <w:rsid w:val="00FF369D"/>
    <w:rsid w:val="00FF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5D9C2-2B13-4B92-9725-714D8E9C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20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3410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Пользователь</cp:lastModifiedBy>
  <cp:revision>4</cp:revision>
  <cp:lastPrinted>2020-07-07T10:42:00Z</cp:lastPrinted>
  <dcterms:created xsi:type="dcterms:W3CDTF">2020-07-29T12:15:00Z</dcterms:created>
  <dcterms:modified xsi:type="dcterms:W3CDTF">2020-07-31T10:14:00Z</dcterms:modified>
</cp:coreProperties>
</file>